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96C87" w14:textId="77777777" w:rsidR="003F3B5A" w:rsidRPr="00C56826" w:rsidRDefault="003F3B5A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60596C88" w14:textId="7B77B21C" w:rsidR="00B255A7" w:rsidRPr="00B255A7" w:rsidRDefault="003A6EE7" w:rsidP="69143A4B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69143A4B">
        <w:rPr>
          <w:rFonts w:ascii="Garamond" w:hAnsi="Garamond"/>
          <w:i/>
          <w:iCs/>
          <w:sz w:val="24"/>
          <w:szCs w:val="24"/>
        </w:rPr>
        <w:t xml:space="preserve">Standardrapport </w:t>
      </w:r>
      <w:r w:rsidR="00B255A7" w:rsidRPr="69143A4B">
        <w:rPr>
          <w:rFonts w:ascii="Garamond" w:hAnsi="Garamond"/>
          <w:i/>
          <w:iCs/>
          <w:sz w:val="24"/>
          <w:szCs w:val="24"/>
        </w:rPr>
        <w:t>- Bilag</w:t>
      </w:r>
    </w:p>
    <w:p w14:paraId="60596C89" w14:textId="77777777" w:rsidR="00B255A7" w:rsidRPr="00B255A7" w:rsidRDefault="00B255A7" w:rsidP="003A6EE7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B255A7">
        <w:rPr>
          <w:rFonts w:ascii="Garamond" w:hAnsi="Garamond"/>
          <w:b/>
          <w:sz w:val="24"/>
          <w:szCs w:val="24"/>
        </w:rPr>
        <w:t>Sårbarhedsscanning</w:t>
      </w:r>
    </w:p>
    <w:p w14:paraId="60596C8A" w14:textId="06DF7B3E" w:rsidR="00B255A7" w:rsidRPr="00B255A7" w:rsidRDefault="00B255A7" w:rsidP="003A6EE7">
      <w:pPr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 w:rsidRPr="00B255A7">
        <w:rPr>
          <w:rFonts w:ascii="Garamond" w:hAnsi="Garamond"/>
          <w:b/>
          <w:sz w:val="20"/>
          <w:szCs w:val="20"/>
        </w:rPr>
        <w:t>SCP.05.00.DK</w:t>
      </w:r>
    </w:p>
    <w:p w14:paraId="60596C8B" w14:textId="77777777" w:rsidR="00B81F33" w:rsidRDefault="00B81F33" w:rsidP="003A6EE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60596C8C" w14:textId="77777777" w:rsidR="003A6EE7" w:rsidRPr="003A6EE7" w:rsidRDefault="003A6EE7" w:rsidP="003A6EE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26D17710" w14:textId="77777777" w:rsidR="00871245" w:rsidRDefault="00871245" w:rsidP="00871245">
      <w:pPr>
        <w:pStyle w:val="Overskrift3"/>
        <w:spacing w:before="0" w:after="0"/>
        <w:rPr>
          <w:rFonts w:ascii="Garamond" w:hAnsi="Garamond"/>
          <w:sz w:val="24"/>
          <w:szCs w:val="28"/>
        </w:rPr>
      </w:pPr>
      <w:r>
        <w:rPr>
          <w:rFonts w:ascii="Garamond" w:hAnsi="Garamond"/>
          <w:sz w:val="24"/>
          <w:szCs w:val="28"/>
        </w:rPr>
        <w:t xml:space="preserve">Bilag til standardrapport </w:t>
      </w:r>
    </w:p>
    <w:p w14:paraId="4CD169B8" w14:textId="77777777" w:rsidR="00871245" w:rsidRDefault="00871245" w:rsidP="00871245">
      <w:pPr>
        <w:pBdr>
          <w:bottom w:val="single" w:sz="18" w:space="1" w:color="auto"/>
        </w:pBdr>
        <w:spacing w:after="0" w:line="240" w:lineRule="auto"/>
      </w:pPr>
      <w:r>
        <w:rPr>
          <w:rFonts w:ascii="Garamond" w:hAnsi="Garamond"/>
          <w:sz w:val="20"/>
          <w:szCs w:val="20"/>
        </w:rPr>
        <w:t>Unikt rapport nummer/internt reference nummer som bilaget hører til</w:t>
      </w:r>
      <w:r>
        <w:rPr>
          <w:sz w:val="20"/>
          <w:szCs w:val="20"/>
        </w:rPr>
        <w:t xml:space="preserve">: </w:t>
      </w:r>
      <w:r>
        <w:t>_____________________________________</w:t>
      </w:r>
    </w:p>
    <w:p w14:paraId="4FC6E666" w14:textId="77777777" w:rsidR="00871245" w:rsidRPr="003F3B5A" w:rsidRDefault="00871245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B81F33" w:rsidRPr="00B81F33" w14:paraId="60596C8F" w14:textId="77777777" w:rsidTr="004C1189">
        <w:tc>
          <w:tcPr>
            <w:tcW w:w="9670" w:type="dxa"/>
          </w:tcPr>
          <w:p w14:paraId="60596C8E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B81F33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B81F33" w:rsidRPr="00B81F33" w14:paraId="60596CA2" w14:textId="77777777" w:rsidTr="004C1189">
        <w:trPr>
          <w:trHeight w:val="8981"/>
        </w:trPr>
        <w:tc>
          <w:tcPr>
            <w:tcW w:w="9670" w:type="dxa"/>
          </w:tcPr>
          <w:p w14:paraId="60596C90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1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2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3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4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5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6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7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8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9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A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B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C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D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E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9F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A0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596CA1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0596CA3" w14:textId="77777777" w:rsidR="006B30A9" w:rsidRPr="00040EDF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040EDF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96CA6" w14:textId="77777777" w:rsidR="00467D21" w:rsidRDefault="00467D21" w:rsidP="009E4B94">
      <w:pPr>
        <w:spacing w:line="240" w:lineRule="auto"/>
      </w:pPr>
      <w:r>
        <w:separator/>
      </w:r>
    </w:p>
  </w:endnote>
  <w:endnote w:type="continuationSeparator" w:id="0">
    <w:p w14:paraId="60596CA7" w14:textId="77777777" w:rsidR="00467D21" w:rsidRDefault="00467D2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6CA8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0596CAB" wp14:editId="60596CAC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596CB3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596CA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60596CB3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60596CAD" wp14:editId="60596CAE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6CAA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60596CB1" wp14:editId="60596CB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96CA4" w14:textId="77777777" w:rsidR="00467D21" w:rsidRDefault="00467D21" w:rsidP="009E4B94">
      <w:pPr>
        <w:spacing w:line="240" w:lineRule="auto"/>
      </w:pPr>
      <w:r>
        <w:separator/>
      </w:r>
    </w:p>
  </w:footnote>
  <w:footnote w:type="continuationSeparator" w:id="0">
    <w:p w14:paraId="60596CA5" w14:textId="77777777" w:rsidR="00467D21" w:rsidRDefault="00467D21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6CA9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60596CAF" wp14:editId="60596CB0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416832071">
    <w:abstractNumId w:val="11"/>
  </w:num>
  <w:num w:numId="2" w16cid:durableId="490221423">
    <w:abstractNumId w:val="7"/>
  </w:num>
  <w:num w:numId="3" w16cid:durableId="1254319889">
    <w:abstractNumId w:val="6"/>
  </w:num>
  <w:num w:numId="4" w16cid:durableId="1136026182">
    <w:abstractNumId w:val="5"/>
  </w:num>
  <w:num w:numId="5" w16cid:durableId="1853179184">
    <w:abstractNumId w:val="4"/>
  </w:num>
  <w:num w:numId="6" w16cid:durableId="1615331818">
    <w:abstractNumId w:val="10"/>
  </w:num>
  <w:num w:numId="7" w16cid:durableId="1372194361">
    <w:abstractNumId w:val="3"/>
  </w:num>
  <w:num w:numId="8" w16cid:durableId="791636014">
    <w:abstractNumId w:val="2"/>
  </w:num>
  <w:num w:numId="9" w16cid:durableId="1197546238">
    <w:abstractNumId w:val="1"/>
  </w:num>
  <w:num w:numId="10" w16cid:durableId="1403599248">
    <w:abstractNumId w:val="0"/>
  </w:num>
  <w:num w:numId="11" w16cid:durableId="1686709716">
    <w:abstractNumId w:val="8"/>
  </w:num>
  <w:num w:numId="12" w16cid:durableId="46677986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20614400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92576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A6EE7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09E"/>
    <w:rsid w:val="00424709"/>
    <w:rsid w:val="00425F90"/>
    <w:rsid w:val="00446687"/>
    <w:rsid w:val="00455537"/>
    <w:rsid w:val="00466136"/>
    <w:rsid w:val="00467D21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015F"/>
    <w:rsid w:val="005C5F97"/>
    <w:rsid w:val="005F1580"/>
    <w:rsid w:val="005F3493"/>
    <w:rsid w:val="005F3ED8"/>
    <w:rsid w:val="00635882"/>
    <w:rsid w:val="00642CBC"/>
    <w:rsid w:val="006517D6"/>
    <w:rsid w:val="00655B49"/>
    <w:rsid w:val="00681D83"/>
    <w:rsid w:val="006900C2"/>
    <w:rsid w:val="006B30A9"/>
    <w:rsid w:val="006C48DB"/>
    <w:rsid w:val="006F4F53"/>
    <w:rsid w:val="006F602D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71245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9F52DE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255A7"/>
    <w:rsid w:val="00B31CF7"/>
    <w:rsid w:val="00B421B6"/>
    <w:rsid w:val="00B430B4"/>
    <w:rsid w:val="00B4628F"/>
    <w:rsid w:val="00B5082D"/>
    <w:rsid w:val="00B64C73"/>
    <w:rsid w:val="00B6504E"/>
    <w:rsid w:val="00B81F33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5682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4E79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2695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5454"/>
    <w:rsid w:val="00FF69B8"/>
    <w:rsid w:val="6914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596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2">
    <w:name w:val="Tabel - Gitter2"/>
    <w:basedOn w:val="Tabel-Normal"/>
    <w:next w:val="Tabel-Gitter"/>
    <w:uiPriority w:val="59"/>
    <w:rsid w:val="00B81F33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8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8E0718-53A3-49FE-A63A-C725E98D966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ad8e0b01-3bd1-470f-b2b0-c2ed8c7d5e05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35B726-4A32-4D1F-A26D-A4B3AF36A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8E422-25A1-49C2-B68A-AA3D266160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32</Words>
  <Characters>196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2015-02-03T11:54:00Z</dcterms:created>
  <dcterms:modified xsi:type="dcterms:W3CDTF">2025-01-07T11:52:00Z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0e197f8b-030e-423c-9d35-66abfc8c437a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75600</vt:r8>
  </property>
  <property fmtid="{D5CDD505-2E9C-101B-9397-08002B2CF9AE}" pid="11" name="c4580793a064430d83bbd30c718157a9">
    <vt:lpwstr/>
  </property>
</Properties>
</file>